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 w14:paraId="3A1664D0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02BCD1AB" w14:textId="18762483" w:rsidR="000F1662" w:rsidRPr="000F1662" w:rsidRDefault="00B7608B" w:rsidP="000F1662">
            <w:pPr>
              <w:framePr w:w="9582" w:h="2155" w:wrap="notBeside" w:vAnchor="page" w:hAnchor="page" w:x="1702" w:y="3063"/>
              <w:rPr>
                <w:noProof/>
              </w:rPr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881004">
              <w:t>Meelis Saat</w:t>
            </w:r>
          </w:p>
          <w:p w14:paraId="20C44818" w14:textId="77777777" w:rsidR="000F1662" w:rsidRPr="000F1662" w:rsidRDefault="000F1662" w:rsidP="000F1662">
            <w:pPr>
              <w:framePr w:w="9582" w:h="2155" w:wrap="notBeside" w:vAnchor="page" w:hAnchor="page" w:x="1702" w:y="3063"/>
              <w:rPr>
                <w:noProof/>
              </w:rPr>
            </w:pPr>
            <w:r w:rsidRPr="000F1662">
              <w:rPr>
                <w:noProof/>
              </w:rPr>
              <w:t>Transpordiamet</w:t>
            </w:r>
          </w:p>
          <w:p w14:paraId="250E7253" w14:textId="77777777" w:rsidR="000F1662" w:rsidRPr="000F1662" w:rsidRDefault="000F1662" w:rsidP="000F1662">
            <w:pPr>
              <w:framePr w:w="9582" w:h="2155" w:wrap="notBeside" w:vAnchor="page" w:hAnchor="page" w:x="1702" w:y="3063"/>
              <w:rPr>
                <w:noProof/>
              </w:rPr>
            </w:pPr>
            <w:r w:rsidRPr="000F1662">
              <w:rPr>
                <w:noProof/>
              </w:rPr>
              <w:t>Lääne üksus</w:t>
            </w:r>
          </w:p>
          <w:p w14:paraId="3644AE13" w14:textId="77777777" w:rsidR="000F1662" w:rsidRPr="000F1662" w:rsidRDefault="000F1662" w:rsidP="000F1662">
            <w:pPr>
              <w:framePr w:w="9582" w:h="2155" w:wrap="notBeside" w:vAnchor="page" w:hAnchor="page" w:x="1702" w:y="3063"/>
              <w:rPr>
                <w:noProof/>
              </w:rPr>
            </w:pPr>
          </w:p>
          <w:p w14:paraId="119C2CE4" w14:textId="360027C5" w:rsidR="00E85637" w:rsidRDefault="002560B1" w:rsidP="000F1662">
            <w:pPr>
              <w:framePr w:w="9582" w:h="2155" w:wrap="notBeside" w:vAnchor="page" w:hAnchor="page" w:x="1702" w:y="3063"/>
            </w:pPr>
            <w:r>
              <w:t>meelis.saat@transpordiamet.ee</w:t>
            </w:r>
            <w:r w:rsidR="00B7608B">
              <w:fldChar w:fldCharType="end"/>
            </w:r>
            <w:bookmarkEnd w:id="0"/>
          </w:p>
        </w:tc>
        <w:tc>
          <w:tcPr>
            <w:tcW w:w="510" w:type="dxa"/>
            <w:noWrap/>
          </w:tcPr>
          <w:p w14:paraId="2F72EE63" w14:textId="4C9BA8DE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99" w:type="dxa"/>
            <w:tcMar>
              <w:left w:w="85" w:type="dxa"/>
            </w:tcMar>
          </w:tcPr>
          <w:p w14:paraId="67301159" w14:textId="5DEC4839" w:rsidR="00E85637" w:rsidRDefault="00E85637" w:rsidP="00B7608B">
            <w:pPr>
              <w:framePr w:w="9582" w:h="2155" w:wrap="notBeside" w:vAnchor="page" w:hAnchor="page" w:x="1702" w:y="3063"/>
            </w:pPr>
          </w:p>
        </w:tc>
      </w:tr>
      <w:tr w:rsidR="00E85637" w14:paraId="0BA8E343" w14:textId="77777777">
        <w:trPr>
          <w:cantSplit/>
          <w:trHeight w:val="743"/>
        </w:trPr>
        <w:tc>
          <w:tcPr>
            <w:tcW w:w="5216" w:type="dxa"/>
            <w:vMerge/>
          </w:tcPr>
          <w:p w14:paraId="08266578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14:paraId="440F6145" w14:textId="77777777"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D136225" w14:textId="5B5F50CE"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15881" w:rsidRPr="00715881">
              <w:rPr>
                <w:noProof/>
              </w:rPr>
              <w:t>digitaalallkirja kuupäev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1" w:name="Text51"/>
            <w:r>
              <w:instrText xml:space="preserve"> FORMTEXT </w:instrText>
            </w:r>
            <w:r>
              <w:fldChar w:fldCharType="separate"/>
            </w:r>
            <w:r w:rsidR="00715881">
              <w:rPr>
                <w:noProof/>
              </w:rPr>
              <w:t>3-2.1/2023/</w:t>
            </w:r>
            <w:r w:rsidR="002E2FE0">
              <w:rPr>
                <w:noProof/>
              </w:rPr>
              <w:t>5849</w:t>
            </w:r>
            <w:r>
              <w:fldChar w:fldCharType="end"/>
            </w:r>
            <w:bookmarkEnd w:id="1"/>
          </w:p>
        </w:tc>
      </w:tr>
      <w:tr w:rsidR="00E85637" w14:paraId="42080C7A" w14:textId="77777777">
        <w:trPr>
          <w:cantSplit/>
          <w:trHeight w:hRule="exact" w:val="23"/>
        </w:trPr>
        <w:tc>
          <w:tcPr>
            <w:tcW w:w="5216" w:type="dxa"/>
          </w:tcPr>
          <w:p w14:paraId="69232F32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5D6714D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0EC54C2D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49D36BA7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4ED5BC82" w14:textId="77777777" w:rsidR="00E85637" w:rsidRDefault="00E85637">
      <w:pPr>
        <w:rPr>
          <w:spacing w:val="0"/>
          <w:position w:val="0"/>
          <w:sz w:val="20"/>
        </w:rPr>
      </w:pPr>
    </w:p>
    <w:p w14:paraId="78ADB511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59337EC9" wp14:editId="2793C857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1011A" w14:textId="79D4C797" w:rsidR="00E85637" w:rsidRDefault="00864926" w:rsidP="00802507">
      <w:pPr>
        <w:pStyle w:val="Pealkiri1"/>
      </w:pPr>
      <w:r w:rsidRPr="00864926">
        <w:fldChar w:fldCharType="begin">
          <w:ffData>
            <w:name w:val="Text7"/>
            <w:enabled/>
            <w:calcOnExit w:val="0"/>
            <w:helpText w:type="text" w:val="Kirjutage siia pealkiri.&#10;&#10;Näiteks:   Tellimus&#10;&#10;Seejärel liikuge Tab klahviga järgmisele väljale."/>
            <w:statusText w:type="text" w:val="Kirjutage siia ainult pealkiri (vt F1)."/>
            <w:textInput>
              <w:format w:val="Algsuurtäht"/>
            </w:textInput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Pr="00864926">
        <w:t>Lageraie kooskõlastamine tee kaitsevööndis</w:t>
      </w:r>
      <w:r w:rsidRPr="00864926">
        <w:fldChar w:fldCharType="end"/>
      </w:r>
    </w:p>
    <w:p w14:paraId="55042EF1" w14:textId="77777777" w:rsidR="00E85637" w:rsidRDefault="00E85637">
      <w:pPr>
        <w:rPr>
          <w:sz w:val="26"/>
        </w:rPr>
      </w:pPr>
    </w:p>
    <w:p w14:paraId="2822402D" w14:textId="77777777" w:rsidR="00E85637" w:rsidRDefault="00E85637">
      <w:pPr>
        <w:sectPr w:rsidR="00E85637">
          <w:headerReference w:type="default" r:id="rId11"/>
          <w:footerReference w:type="default" r:id="rId12"/>
          <w:headerReference w:type="first" r:id="rId13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4504D44A" w14:textId="4B935ABE" w:rsidR="001D139F" w:rsidRDefault="001D139F"/>
    <w:p w14:paraId="655101D5" w14:textId="77777777"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14:paraId="54B6D0AC" w14:textId="77777777" w:rsidR="000F1662" w:rsidRDefault="000F1662" w:rsidP="00864926">
      <w:pPr>
        <w:jc w:val="both"/>
        <w:rPr>
          <w:szCs w:val="24"/>
        </w:rPr>
      </w:pPr>
      <w:r w:rsidRPr="000F1662">
        <w:rPr>
          <w:szCs w:val="24"/>
        </w:rPr>
        <w:t>Lähtuvalt Ehitusseadustiku § 72 lg 1 p 4 ja § 70 lg 3 palub RMK Edela regioon kooskõlastada riigimaantee kaitsevööndisse jääva lageraie (Lisa 1).</w:t>
      </w:r>
    </w:p>
    <w:p w14:paraId="094C63EC" w14:textId="77777777" w:rsidR="00864926" w:rsidRDefault="00864926" w:rsidP="00817427">
      <w:pPr>
        <w:jc w:val="both"/>
        <w:rPr>
          <w:szCs w:val="24"/>
        </w:rPr>
      </w:pPr>
    </w:p>
    <w:p w14:paraId="2B1988B3" w14:textId="77777777" w:rsidR="00864926" w:rsidRDefault="00864926" w:rsidP="00817427">
      <w:pPr>
        <w:jc w:val="both"/>
        <w:rPr>
          <w:szCs w:val="24"/>
        </w:rPr>
      </w:pPr>
    </w:p>
    <w:p w14:paraId="3C3AA9FF" w14:textId="661A69DD" w:rsidR="00E85637" w:rsidRDefault="00E85637" w:rsidP="00817427">
      <w:pPr>
        <w:jc w:val="both"/>
      </w:pPr>
    </w:p>
    <w:p w14:paraId="1E5C41C4" w14:textId="77777777" w:rsidR="00817427" w:rsidRDefault="00817427" w:rsidP="00817427">
      <w:pPr>
        <w:jc w:val="both"/>
      </w:pPr>
    </w:p>
    <w:p w14:paraId="31985EB3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3D75C24F" w14:textId="77777777" w:rsidR="00E85637" w:rsidRDefault="00E85637"/>
    <w:p w14:paraId="69AC1CE6" w14:textId="77777777" w:rsidR="00E85637" w:rsidRDefault="00E85637"/>
    <w:p w14:paraId="0ADD9958" w14:textId="0E8F490D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2" w:name="Dropdown9"/>
      <w:r>
        <w:rPr>
          <w:spacing w:val="0"/>
          <w:position w:val="0"/>
        </w:rPr>
        <w:instrText xml:space="preserve"> FORMDROPDOWN </w:instrText>
      </w:r>
      <w:r w:rsidR="002C01B9">
        <w:rPr>
          <w:spacing w:val="0"/>
          <w:position w:val="0"/>
        </w:rPr>
      </w:r>
      <w:r w:rsidR="002C01B9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14:paraId="72508D1F" w14:textId="77777777" w:rsidR="00E85637" w:rsidRDefault="00E85637"/>
    <w:p w14:paraId="1742DB65" w14:textId="77777777" w:rsidR="00E85637" w:rsidRDefault="00E85637">
      <w:pPr>
        <w:rPr>
          <w:sz w:val="14"/>
        </w:rPr>
      </w:pPr>
    </w:p>
    <w:p w14:paraId="7AE7725A" w14:textId="77777777" w:rsidR="00E85637" w:rsidRDefault="00E85637">
      <w:pPr>
        <w:rPr>
          <w:sz w:val="2"/>
        </w:rPr>
      </w:pPr>
    </w:p>
    <w:p w14:paraId="563886FE" w14:textId="36362C57" w:rsidR="00864926" w:rsidRPr="00864926" w:rsidRDefault="00864926" w:rsidP="00864926">
      <w:r w:rsidRPr="00864926"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2560B1">
        <w:t>Einart Kask</w:t>
      </w:r>
      <w:r w:rsidRPr="00864926">
        <w:fldChar w:fldCharType="end"/>
      </w:r>
    </w:p>
    <w:p w14:paraId="519FAC0B" w14:textId="77777777" w:rsidR="00864926" w:rsidRPr="00864926" w:rsidRDefault="00864926" w:rsidP="00864926">
      <w:r w:rsidRPr="00864926"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Pr="00864926">
        <w:t>RMK Edela regiooni varumisjuht</w:t>
      </w:r>
      <w:r w:rsidRPr="00864926">
        <w:fldChar w:fldCharType="end"/>
      </w:r>
    </w:p>
    <w:p w14:paraId="2EA9B0DF" w14:textId="77777777" w:rsidR="00E85637" w:rsidRDefault="00E85637"/>
    <w:p w14:paraId="3EF31887" w14:textId="77777777" w:rsidR="00E85637" w:rsidRDefault="00E85637"/>
    <w:p w14:paraId="1E813045" w14:textId="77777777" w:rsidR="00E85637" w:rsidRDefault="00E85637"/>
    <w:p w14:paraId="5D257705" w14:textId="77777777" w:rsidR="00E85637" w:rsidRDefault="00E85637"/>
    <w:p w14:paraId="5389E422" w14:textId="6CA49186" w:rsidR="00864926" w:rsidRPr="00864926" w:rsidRDefault="00864926" w:rsidP="00864926">
      <w:r w:rsidRPr="00864926"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 w:rsidRPr="00864926">
        <w:instrText xml:space="preserve"> FORMTEXT </w:instrText>
      </w:r>
      <w:r w:rsidRPr="00864926">
        <w:fldChar w:fldCharType="separate"/>
      </w:r>
      <w:r w:rsidR="002560B1" w:rsidRPr="002560B1">
        <w:t>5159073</w:t>
      </w:r>
      <w:r w:rsidR="002560B1">
        <w:t>,</w:t>
      </w:r>
      <w:r w:rsidRPr="00864926">
        <w:t xml:space="preserve"> </w:t>
      </w:r>
      <w:r w:rsidR="002560B1">
        <w:t>einart.kask@rmk.ee</w:t>
      </w:r>
      <w:r w:rsidRPr="00864926">
        <w:fldChar w:fldCharType="end"/>
      </w:r>
    </w:p>
    <w:sectPr w:rsidR="00864926" w:rsidRPr="00864926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39F77" w14:textId="77777777" w:rsidR="002C01B9" w:rsidRDefault="002C01B9">
      <w:r>
        <w:separator/>
      </w:r>
    </w:p>
  </w:endnote>
  <w:endnote w:type="continuationSeparator" w:id="0">
    <w:p w14:paraId="5C33F88E" w14:textId="77777777" w:rsidR="002C01B9" w:rsidRDefault="002C0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853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59459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5970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0B5C3" w14:textId="77777777" w:rsidR="002C01B9" w:rsidRDefault="002C01B9">
      <w:r>
        <w:separator/>
      </w:r>
    </w:p>
  </w:footnote>
  <w:footnote w:type="continuationSeparator" w:id="0">
    <w:p w14:paraId="18CC5417" w14:textId="77777777" w:rsidR="002C01B9" w:rsidRDefault="002C01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BFD7D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6A90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2AC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452213634">
    <w:abstractNumId w:val="0"/>
  </w:num>
  <w:num w:numId="2" w16cid:durableId="136891919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881"/>
    <w:rsid w:val="00057FC6"/>
    <w:rsid w:val="00084B1B"/>
    <w:rsid w:val="000A42B8"/>
    <w:rsid w:val="000D31BC"/>
    <w:rsid w:val="000F1662"/>
    <w:rsid w:val="00146CF0"/>
    <w:rsid w:val="0015432F"/>
    <w:rsid w:val="00187A2D"/>
    <w:rsid w:val="001956F4"/>
    <w:rsid w:val="001D139F"/>
    <w:rsid w:val="001E4AC0"/>
    <w:rsid w:val="001E574A"/>
    <w:rsid w:val="00231DFB"/>
    <w:rsid w:val="002560B1"/>
    <w:rsid w:val="002C01B9"/>
    <w:rsid w:val="002D03C6"/>
    <w:rsid w:val="002E2FE0"/>
    <w:rsid w:val="003212B7"/>
    <w:rsid w:val="00326150"/>
    <w:rsid w:val="00356C40"/>
    <w:rsid w:val="003A08B0"/>
    <w:rsid w:val="00436506"/>
    <w:rsid w:val="00491E34"/>
    <w:rsid w:val="004F4F69"/>
    <w:rsid w:val="004F7A94"/>
    <w:rsid w:val="005E3DCC"/>
    <w:rsid w:val="006F39DC"/>
    <w:rsid w:val="00703324"/>
    <w:rsid w:val="00704BBF"/>
    <w:rsid w:val="00715881"/>
    <w:rsid w:val="00740B41"/>
    <w:rsid w:val="00764098"/>
    <w:rsid w:val="00782EEC"/>
    <w:rsid w:val="007B7275"/>
    <w:rsid w:val="007E0D20"/>
    <w:rsid w:val="007F482F"/>
    <w:rsid w:val="007F68A8"/>
    <w:rsid w:val="00802507"/>
    <w:rsid w:val="00817427"/>
    <w:rsid w:val="00845FCB"/>
    <w:rsid w:val="00864926"/>
    <w:rsid w:val="00881004"/>
    <w:rsid w:val="008B1038"/>
    <w:rsid w:val="008C0A3A"/>
    <w:rsid w:val="009025DB"/>
    <w:rsid w:val="009549A2"/>
    <w:rsid w:val="009854AC"/>
    <w:rsid w:val="009B3991"/>
    <w:rsid w:val="009B3ECA"/>
    <w:rsid w:val="009D3F3A"/>
    <w:rsid w:val="00A02E3A"/>
    <w:rsid w:val="00A4227C"/>
    <w:rsid w:val="00A9445B"/>
    <w:rsid w:val="00AA3A61"/>
    <w:rsid w:val="00AA6DA9"/>
    <w:rsid w:val="00AB0C9E"/>
    <w:rsid w:val="00B21EEA"/>
    <w:rsid w:val="00B36ECD"/>
    <w:rsid w:val="00B4080A"/>
    <w:rsid w:val="00B7608B"/>
    <w:rsid w:val="00BF0803"/>
    <w:rsid w:val="00C00FCF"/>
    <w:rsid w:val="00C20765"/>
    <w:rsid w:val="00C32B5E"/>
    <w:rsid w:val="00C52479"/>
    <w:rsid w:val="00C67247"/>
    <w:rsid w:val="00C82385"/>
    <w:rsid w:val="00C96083"/>
    <w:rsid w:val="00C973B7"/>
    <w:rsid w:val="00CF0857"/>
    <w:rsid w:val="00E367C6"/>
    <w:rsid w:val="00E85637"/>
    <w:rsid w:val="00EA58C5"/>
    <w:rsid w:val="00EC5BAE"/>
    <w:rsid w:val="00F049F5"/>
    <w:rsid w:val="00F04FCF"/>
    <w:rsid w:val="00F75C1F"/>
    <w:rsid w:val="00F94062"/>
    <w:rsid w:val="00FE37D9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1C84C8"/>
  <w15:docId w15:val="{88E4BD24-6708-4FC9-AC46-EF4E7998F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F049F5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F04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ul\Downloads\kirjaplank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(2)</Template>
  <TotalTime>1</TotalTime>
  <Pages>1</Pages>
  <Words>88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601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Anu Laas</dc:creator>
  <dc:description>Ver 6.0, 11.2018</dc:description>
  <cp:lastModifiedBy>Anu Laas</cp:lastModifiedBy>
  <cp:revision>2</cp:revision>
  <cp:lastPrinted>2014-04-01T12:05:00Z</cp:lastPrinted>
  <dcterms:created xsi:type="dcterms:W3CDTF">2023-09-20T12:24:00Z</dcterms:created>
  <dcterms:modified xsi:type="dcterms:W3CDTF">2023-09-20T12:24:00Z</dcterms:modified>
</cp:coreProperties>
</file>